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083F2F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83F2F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83F2F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83F2F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83F2F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83F2F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7B6C26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3275965</wp:posOffset>
                      </wp:positionH>
                      <wp:positionV relativeFrom="paragraph">
                        <wp:posOffset>2856865</wp:posOffset>
                      </wp:positionV>
                      <wp:extent cx="258445" cy="2085340"/>
                      <wp:effectExtent l="6350" t="8255" r="11430" b="11430"/>
                      <wp:wrapNone/>
                      <wp:docPr id="139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8445" cy="2085340"/>
                              </a:xfrm>
                              <a:custGeom>
                                <a:avLst/>
                                <a:gdLst>
                                  <a:gd name="T0" fmla="*/ 96 w 407"/>
                                  <a:gd name="T1" fmla="*/ 0 h 3284"/>
                                  <a:gd name="T2" fmla="*/ 73 w 407"/>
                                  <a:gd name="T3" fmla="*/ 265 h 3284"/>
                                  <a:gd name="T4" fmla="*/ 15 w 407"/>
                                  <a:gd name="T5" fmla="*/ 553 h 3284"/>
                                  <a:gd name="T6" fmla="*/ 165 w 407"/>
                                  <a:gd name="T7" fmla="*/ 1475 h 3284"/>
                                  <a:gd name="T8" fmla="*/ 165 w 407"/>
                                  <a:gd name="T9" fmla="*/ 2708 h 3284"/>
                                  <a:gd name="T10" fmla="*/ 407 w 407"/>
                                  <a:gd name="T11" fmla="*/ 3284 h 32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07" h="3284">
                                    <a:moveTo>
                                      <a:pt x="96" y="0"/>
                                    </a:moveTo>
                                    <a:cubicBezTo>
                                      <a:pt x="92" y="44"/>
                                      <a:pt x="86" y="173"/>
                                      <a:pt x="73" y="265"/>
                                    </a:cubicBezTo>
                                    <a:cubicBezTo>
                                      <a:pt x="60" y="357"/>
                                      <a:pt x="0" y="351"/>
                                      <a:pt x="15" y="553"/>
                                    </a:cubicBezTo>
                                    <a:cubicBezTo>
                                      <a:pt x="30" y="755"/>
                                      <a:pt x="140" y="1116"/>
                                      <a:pt x="165" y="1475"/>
                                    </a:cubicBezTo>
                                    <a:cubicBezTo>
                                      <a:pt x="190" y="1834"/>
                                      <a:pt x="125" y="2407"/>
                                      <a:pt x="165" y="2708"/>
                                    </a:cubicBezTo>
                                    <a:cubicBezTo>
                                      <a:pt x="205" y="3009"/>
                                      <a:pt x="311" y="3153"/>
                                      <a:pt x="407" y="328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3" o:spid="_x0000_s1026" style="position:absolute;margin-left:257.95pt;margin-top:224.95pt;width:20.35pt;height:164.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7,32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" path="m96,c92,44,86,173,73,265,60,357,,351,15,553v15,202,125,563,150,922c190,1834,125,2407,165,2708v40,301,146,445,242,576e" filled="f" strokecolor="#7f7f7f [1612]">
                      <v:path arrowok="t" o:connecttype="custom" o:connectlocs="60960,0;46355,168275;9525,351155;104775,936625;104775,1719580;258445,2085340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3146425</wp:posOffset>
                      </wp:positionH>
                      <wp:positionV relativeFrom="paragraph">
                        <wp:posOffset>2447290</wp:posOffset>
                      </wp:positionV>
                      <wp:extent cx="131445" cy="387985"/>
                      <wp:effectExtent l="10160" t="8255" r="10795" b="13335"/>
                      <wp:wrapNone/>
                      <wp:docPr id="138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1445" cy="387985"/>
                              </a:xfrm>
                              <a:custGeom>
                                <a:avLst/>
                                <a:gdLst>
                                  <a:gd name="T0" fmla="*/ 0 w 207"/>
                                  <a:gd name="T1" fmla="*/ 0 h 611"/>
                                  <a:gd name="T2" fmla="*/ 81 w 207"/>
                                  <a:gd name="T3" fmla="*/ 277 h 611"/>
                                  <a:gd name="T4" fmla="*/ 127 w 207"/>
                                  <a:gd name="T5" fmla="*/ 380 h 611"/>
                                  <a:gd name="T6" fmla="*/ 184 w 207"/>
                                  <a:gd name="T7" fmla="*/ 507 h 611"/>
                                  <a:gd name="T8" fmla="*/ 207 w 207"/>
                                  <a:gd name="T9" fmla="*/ 611 h 6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07" h="611">
                                    <a:moveTo>
                                      <a:pt x="0" y="0"/>
                                    </a:moveTo>
                                    <a:cubicBezTo>
                                      <a:pt x="54" y="82"/>
                                      <a:pt x="60" y="183"/>
                                      <a:pt x="81" y="277"/>
                                    </a:cubicBezTo>
                                    <a:cubicBezTo>
                                      <a:pt x="90" y="316"/>
                                      <a:pt x="116" y="342"/>
                                      <a:pt x="127" y="380"/>
                                    </a:cubicBezTo>
                                    <a:cubicBezTo>
                                      <a:pt x="144" y="439"/>
                                      <a:pt x="118" y="486"/>
                                      <a:pt x="184" y="507"/>
                                    </a:cubicBezTo>
                                    <a:cubicBezTo>
                                      <a:pt x="197" y="604"/>
                                      <a:pt x="175" y="576"/>
                                      <a:pt x="207" y="61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2" o:spid="_x0000_s1026" style="position:absolute;margin-left:247.75pt;margin-top:192.7pt;width:10.35pt;height:30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7,6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" path="m,c54,82,60,183,81,277v9,39,35,65,46,103c144,439,118,486,184,507v13,97,-9,69,23,104e" filled="f" strokecolor="red">
                      <v:path arrowok="t" o:connecttype="custom" o:connectlocs="0,0;51435,175895;80645,241300;116840,321945;131445,387985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1935480</wp:posOffset>
                      </wp:positionV>
                      <wp:extent cx="140970" cy="401955"/>
                      <wp:effectExtent l="15240" t="10795" r="5715" b="6350"/>
                      <wp:wrapNone/>
                      <wp:docPr id="137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970" cy="401955"/>
                              </a:xfrm>
                              <a:custGeom>
                                <a:avLst/>
                                <a:gdLst>
                                  <a:gd name="T0" fmla="*/ 35 w 222"/>
                                  <a:gd name="T1" fmla="*/ 0 h 633"/>
                                  <a:gd name="T2" fmla="*/ 0 w 222"/>
                                  <a:gd name="T3" fmla="*/ 242 h 633"/>
                                  <a:gd name="T4" fmla="*/ 23 w 222"/>
                                  <a:gd name="T5" fmla="*/ 495 h 633"/>
                                  <a:gd name="T6" fmla="*/ 58 w 222"/>
                                  <a:gd name="T7" fmla="*/ 518 h 633"/>
                                  <a:gd name="T8" fmla="*/ 162 w 222"/>
                                  <a:gd name="T9" fmla="*/ 564 h 633"/>
                                  <a:gd name="T10" fmla="*/ 208 w 222"/>
                                  <a:gd name="T11" fmla="*/ 622 h 633"/>
                                  <a:gd name="T12" fmla="*/ 173 w 222"/>
                                  <a:gd name="T13" fmla="*/ 633 h 6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22" h="633">
                                    <a:moveTo>
                                      <a:pt x="35" y="0"/>
                                    </a:moveTo>
                                    <a:cubicBezTo>
                                      <a:pt x="11" y="92"/>
                                      <a:pt x="8" y="128"/>
                                      <a:pt x="0" y="242"/>
                                    </a:cubicBezTo>
                                    <a:cubicBezTo>
                                      <a:pt x="11" y="326"/>
                                      <a:pt x="2" y="413"/>
                                      <a:pt x="23" y="495"/>
                                    </a:cubicBezTo>
                                    <a:cubicBezTo>
                                      <a:pt x="26" y="509"/>
                                      <a:pt x="46" y="512"/>
                                      <a:pt x="58" y="518"/>
                                    </a:cubicBezTo>
                                    <a:cubicBezTo>
                                      <a:pt x="92" y="535"/>
                                      <a:pt x="126" y="553"/>
                                      <a:pt x="162" y="564"/>
                                    </a:cubicBezTo>
                                    <a:cubicBezTo>
                                      <a:pt x="173" y="571"/>
                                      <a:pt x="222" y="594"/>
                                      <a:pt x="208" y="622"/>
                                    </a:cubicBezTo>
                                    <a:cubicBezTo>
                                      <a:pt x="203" y="633"/>
                                      <a:pt x="173" y="633"/>
                                      <a:pt x="173" y="63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241.4pt;margin-top:152.4pt;width:11.1pt;height:31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2,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" path="m35,c11,92,8,128,,242v11,84,2,171,23,253c26,509,46,512,58,518v34,17,68,35,104,46c173,571,222,594,208,622v-5,11,-35,11,-35,11e" filled="f" strokecolor="red">
                      <v:path arrowok="t" o:connecttype="custom" o:connectlocs="22225,0;0,153670;14605,314325;36830,328930;102870,358140;132080,394970;109855,401955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2992755</wp:posOffset>
                      </wp:positionH>
                      <wp:positionV relativeFrom="paragraph">
                        <wp:posOffset>1591310</wp:posOffset>
                      </wp:positionV>
                      <wp:extent cx="108585" cy="365760"/>
                      <wp:effectExtent l="8890" t="9525" r="6350" b="5715"/>
                      <wp:wrapNone/>
                      <wp:docPr id="136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65760"/>
                              </a:xfrm>
                              <a:custGeom>
                                <a:avLst/>
                                <a:gdLst>
                                  <a:gd name="T0" fmla="*/ 92 w 171"/>
                                  <a:gd name="T1" fmla="*/ 0 h 576"/>
                                  <a:gd name="T2" fmla="*/ 23 w 171"/>
                                  <a:gd name="T3" fmla="*/ 93 h 576"/>
                                  <a:gd name="T4" fmla="*/ 58 w 171"/>
                                  <a:gd name="T5" fmla="*/ 415 h 576"/>
                                  <a:gd name="T6" fmla="*/ 69 w 171"/>
                                  <a:gd name="T7" fmla="*/ 461 h 576"/>
                                  <a:gd name="T8" fmla="*/ 104 w 171"/>
                                  <a:gd name="T9" fmla="*/ 473 h 576"/>
                                  <a:gd name="T10" fmla="*/ 127 w 171"/>
                                  <a:gd name="T11" fmla="*/ 542 h 576"/>
                                  <a:gd name="T12" fmla="*/ 150 w 171"/>
                                  <a:gd name="T13" fmla="*/ 576 h 5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71" h="576">
                                    <a:moveTo>
                                      <a:pt x="92" y="0"/>
                                    </a:moveTo>
                                    <a:cubicBezTo>
                                      <a:pt x="77" y="46"/>
                                      <a:pt x="63" y="65"/>
                                      <a:pt x="23" y="93"/>
                                    </a:cubicBezTo>
                                    <a:cubicBezTo>
                                      <a:pt x="0" y="164"/>
                                      <a:pt x="15" y="351"/>
                                      <a:pt x="58" y="415"/>
                                    </a:cubicBezTo>
                                    <a:cubicBezTo>
                                      <a:pt x="62" y="430"/>
                                      <a:pt x="59" y="449"/>
                                      <a:pt x="69" y="461"/>
                                    </a:cubicBezTo>
                                    <a:cubicBezTo>
                                      <a:pt x="77" y="471"/>
                                      <a:pt x="97" y="463"/>
                                      <a:pt x="104" y="473"/>
                                    </a:cubicBezTo>
                                    <a:cubicBezTo>
                                      <a:pt x="118" y="493"/>
                                      <a:pt x="107" y="528"/>
                                      <a:pt x="127" y="542"/>
                                    </a:cubicBezTo>
                                    <a:cubicBezTo>
                                      <a:pt x="165" y="568"/>
                                      <a:pt x="171" y="555"/>
                                      <a:pt x="150" y="576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235.65pt;margin-top:125.3pt;width:8.55pt;height:28.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1,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" path="m92,c77,46,63,65,23,93,,164,15,351,58,415v4,15,1,34,11,46c77,471,97,463,104,473v14,20,3,55,23,69c165,568,171,555,150,576e" filled="f" strokecolor="red">
                      <v:path arrowok="t" o:connecttype="custom" o:connectlocs="58420,0;14605,59055;36830,263525;43815,292735;66040,300355;80645,344170;95250,36576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3138805</wp:posOffset>
                      </wp:positionH>
                      <wp:positionV relativeFrom="paragraph">
                        <wp:posOffset>2242820</wp:posOffset>
                      </wp:positionV>
                      <wp:extent cx="139065" cy="673100"/>
                      <wp:effectExtent l="12065" t="13335" r="10795" b="8890"/>
                      <wp:wrapNone/>
                      <wp:docPr id="135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065" cy="673100"/>
                              </a:xfrm>
                              <a:custGeom>
                                <a:avLst/>
                                <a:gdLst>
                                  <a:gd name="T0" fmla="*/ 47 w 219"/>
                                  <a:gd name="T1" fmla="*/ 92 h 1060"/>
                                  <a:gd name="T2" fmla="*/ 81 w 219"/>
                                  <a:gd name="T3" fmla="*/ 172 h 1060"/>
                                  <a:gd name="T4" fmla="*/ 162 w 219"/>
                                  <a:gd name="T5" fmla="*/ 437 h 1060"/>
                                  <a:gd name="T6" fmla="*/ 219 w 219"/>
                                  <a:gd name="T7" fmla="*/ 795 h 1060"/>
                                  <a:gd name="T8" fmla="*/ 208 w 219"/>
                                  <a:gd name="T9" fmla="*/ 1048 h 1060"/>
                                  <a:gd name="T10" fmla="*/ 196 w 219"/>
                                  <a:gd name="T11" fmla="*/ 1013 h 1060"/>
                                  <a:gd name="T12" fmla="*/ 185 w 219"/>
                                  <a:gd name="T13" fmla="*/ 668 h 1060"/>
                                  <a:gd name="T14" fmla="*/ 127 w 219"/>
                                  <a:gd name="T15" fmla="*/ 460 h 1060"/>
                                  <a:gd name="T16" fmla="*/ 58 w 219"/>
                                  <a:gd name="T17" fmla="*/ 276 h 1060"/>
                                  <a:gd name="T18" fmla="*/ 12 w 219"/>
                                  <a:gd name="T19" fmla="*/ 138 h 1060"/>
                                  <a:gd name="T20" fmla="*/ 1 w 219"/>
                                  <a:gd name="T21" fmla="*/ 0 h 10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19" h="1060">
                                    <a:moveTo>
                                      <a:pt x="47" y="92"/>
                                    </a:moveTo>
                                    <a:cubicBezTo>
                                      <a:pt x="76" y="214"/>
                                      <a:pt x="36" y="71"/>
                                      <a:pt x="81" y="172"/>
                                    </a:cubicBezTo>
                                    <a:cubicBezTo>
                                      <a:pt x="118" y="255"/>
                                      <a:pt x="139" y="350"/>
                                      <a:pt x="162" y="437"/>
                                    </a:cubicBezTo>
                                    <a:cubicBezTo>
                                      <a:pt x="177" y="589"/>
                                      <a:pt x="188" y="663"/>
                                      <a:pt x="219" y="795"/>
                                    </a:cubicBezTo>
                                    <a:cubicBezTo>
                                      <a:pt x="215" y="879"/>
                                      <a:pt x="217" y="964"/>
                                      <a:pt x="208" y="1048"/>
                                    </a:cubicBezTo>
                                    <a:cubicBezTo>
                                      <a:pt x="207" y="1060"/>
                                      <a:pt x="197" y="1025"/>
                                      <a:pt x="196" y="1013"/>
                                    </a:cubicBezTo>
                                    <a:cubicBezTo>
                                      <a:pt x="189" y="898"/>
                                      <a:pt x="192" y="783"/>
                                      <a:pt x="185" y="668"/>
                                    </a:cubicBezTo>
                                    <a:cubicBezTo>
                                      <a:pt x="181" y="598"/>
                                      <a:pt x="143" y="527"/>
                                      <a:pt x="127" y="460"/>
                                    </a:cubicBezTo>
                                    <a:cubicBezTo>
                                      <a:pt x="112" y="396"/>
                                      <a:pt x="94" y="331"/>
                                      <a:pt x="58" y="276"/>
                                    </a:cubicBezTo>
                                    <a:cubicBezTo>
                                      <a:pt x="43" y="230"/>
                                      <a:pt x="28" y="184"/>
                                      <a:pt x="12" y="138"/>
                                    </a:cubicBezTo>
                                    <a:cubicBezTo>
                                      <a:pt x="0" y="23"/>
                                      <a:pt x="1" y="69"/>
                                      <a:pt x="1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247.15pt;margin-top:176.6pt;width:10.95pt;height:5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9,10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" path="m47,92c76,214,36,71,81,172v37,83,58,178,81,265c177,589,188,663,219,795v-4,84,-2,169,-11,253c207,1060,197,1025,196,1013,189,898,192,783,185,668,181,598,143,527,127,460,112,396,94,331,58,276,43,230,28,184,12,138,,23,1,69,1,e" fillcolor="#0d0d0d [3069]" strokecolor="#0d0d0d [3069]">
                      <v:path arrowok="t" o:connecttype="custom" o:connectlocs="29845,58420;51435,109220;102870,277495;139065,504825;132080,665480;124460,643255;117475,424180;80645,292100;36830,175260;7620,87630;635,0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3248025</wp:posOffset>
                      </wp:positionH>
                      <wp:positionV relativeFrom="paragraph">
                        <wp:posOffset>2160905</wp:posOffset>
                      </wp:positionV>
                      <wp:extent cx="95885" cy="739775"/>
                      <wp:effectExtent l="6985" t="7620" r="11430" b="33655"/>
                      <wp:wrapNone/>
                      <wp:docPr id="134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885" cy="739775"/>
                              </a:xfrm>
                              <a:custGeom>
                                <a:avLst/>
                                <a:gdLst>
                                  <a:gd name="T0" fmla="*/ 1 w 151"/>
                                  <a:gd name="T1" fmla="*/ 94 h 1165"/>
                                  <a:gd name="T2" fmla="*/ 13 w 151"/>
                                  <a:gd name="T3" fmla="*/ 198 h 1165"/>
                                  <a:gd name="T4" fmla="*/ 24 w 151"/>
                                  <a:gd name="T5" fmla="*/ 486 h 1165"/>
                                  <a:gd name="T6" fmla="*/ 70 w 151"/>
                                  <a:gd name="T7" fmla="*/ 636 h 1165"/>
                                  <a:gd name="T8" fmla="*/ 117 w 151"/>
                                  <a:gd name="T9" fmla="*/ 1165 h 1165"/>
                                  <a:gd name="T10" fmla="*/ 151 w 151"/>
                                  <a:gd name="T11" fmla="*/ 1050 h 1165"/>
                                  <a:gd name="T12" fmla="*/ 140 w 151"/>
                                  <a:gd name="T13" fmla="*/ 808 h 1165"/>
                                  <a:gd name="T14" fmla="*/ 128 w 151"/>
                                  <a:gd name="T15" fmla="*/ 716 h 1165"/>
                                  <a:gd name="T16" fmla="*/ 105 w 151"/>
                                  <a:gd name="T17" fmla="*/ 647 h 1165"/>
                                  <a:gd name="T18" fmla="*/ 59 w 151"/>
                                  <a:gd name="T19" fmla="*/ 440 h 1165"/>
                                  <a:gd name="T20" fmla="*/ 47 w 151"/>
                                  <a:gd name="T21" fmla="*/ 405 h 1165"/>
                                  <a:gd name="T22" fmla="*/ 36 w 151"/>
                                  <a:gd name="T23" fmla="*/ 371 h 1165"/>
                                  <a:gd name="T24" fmla="*/ 47 w 151"/>
                                  <a:gd name="T25" fmla="*/ 290 h 1165"/>
                                  <a:gd name="T26" fmla="*/ 13 w 151"/>
                                  <a:gd name="T27" fmla="*/ 140 h 1165"/>
                                  <a:gd name="T28" fmla="*/ 1 w 151"/>
                                  <a:gd name="T29" fmla="*/ 94 h 116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</a:cxnLst>
                                <a:rect l="0" t="0" r="r" b="b"/>
                                <a:pathLst>
                                  <a:path w="151" h="1165">
                                    <a:moveTo>
                                      <a:pt x="1" y="94"/>
                                    </a:moveTo>
                                    <a:cubicBezTo>
                                      <a:pt x="5" y="129"/>
                                      <a:pt x="11" y="163"/>
                                      <a:pt x="13" y="198"/>
                                    </a:cubicBezTo>
                                    <a:cubicBezTo>
                                      <a:pt x="19" y="294"/>
                                      <a:pt x="17" y="390"/>
                                      <a:pt x="24" y="486"/>
                                    </a:cubicBezTo>
                                    <a:cubicBezTo>
                                      <a:pt x="27" y="533"/>
                                      <a:pt x="59" y="590"/>
                                      <a:pt x="70" y="636"/>
                                    </a:cubicBezTo>
                                    <a:cubicBezTo>
                                      <a:pt x="80" y="814"/>
                                      <a:pt x="94" y="988"/>
                                      <a:pt x="117" y="1165"/>
                                    </a:cubicBezTo>
                                    <a:cubicBezTo>
                                      <a:pt x="145" y="1081"/>
                                      <a:pt x="134" y="1120"/>
                                      <a:pt x="151" y="1050"/>
                                    </a:cubicBezTo>
                                    <a:cubicBezTo>
                                      <a:pt x="147" y="969"/>
                                      <a:pt x="146" y="889"/>
                                      <a:pt x="140" y="808"/>
                                    </a:cubicBezTo>
                                    <a:cubicBezTo>
                                      <a:pt x="138" y="777"/>
                                      <a:pt x="135" y="746"/>
                                      <a:pt x="128" y="716"/>
                                    </a:cubicBezTo>
                                    <a:cubicBezTo>
                                      <a:pt x="123" y="692"/>
                                      <a:pt x="105" y="647"/>
                                      <a:pt x="105" y="647"/>
                                    </a:cubicBezTo>
                                    <a:cubicBezTo>
                                      <a:pt x="96" y="569"/>
                                      <a:pt x="84" y="514"/>
                                      <a:pt x="59" y="440"/>
                                    </a:cubicBezTo>
                                    <a:cubicBezTo>
                                      <a:pt x="55" y="428"/>
                                      <a:pt x="51" y="417"/>
                                      <a:pt x="47" y="405"/>
                                    </a:cubicBezTo>
                                    <a:cubicBezTo>
                                      <a:pt x="43" y="394"/>
                                      <a:pt x="40" y="382"/>
                                      <a:pt x="36" y="371"/>
                                    </a:cubicBezTo>
                                    <a:cubicBezTo>
                                      <a:pt x="32" y="359"/>
                                      <a:pt x="47" y="290"/>
                                      <a:pt x="47" y="290"/>
                                    </a:cubicBezTo>
                                    <a:cubicBezTo>
                                      <a:pt x="43" y="225"/>
                                      <a:pt x="19" y="205"/>
                                      <a:pt x="13" y="140"/>
                                    </a:cubicBezTo>
                                    <a:cubicBezTo>
                                      <a:pt x="0" y="0"/>
                                      <a:pt x="1" y="79"/>
                                      <a:pt x="1" y="9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55.75pt;margin-top:170.15pt;width:7.55pt;height:58.2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,1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" path="m1,94v4,35,10,69,12,104c19,294,17,390,24,486v3,47,35,104,46,150c80,814,94,988,117,1165v28,-84,17,-45,34,-115c147,969,146,889,140,808v-2,-31,-5,-62,-12,-92c123,692,105,647,105,647,96,569,84,514,59,440,55,428,51,417,47,405,43,394,40,382,36,371,32,359,47,290,47,290,43,225,19,205,13,140,,,1,79,1,94xe" fillcolor="#0d0d0d [3069]" strokecolor="#0d0d0d [3069]">
                      <v:path arrowok="t" o:connecttype="custom" o:connectlocs="635,59690;8255,125730;15240,308610;44450,403860;74295,739775;95885,666750;88900,513080;81280,454660;66675,410845;37465,279400;29845,257175;22860,235585;29845,184150;8255,88900;635,59690" o:connectangles="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3080385</wp:posOffset>
                      </wp:positionH>
                      <wp:positionV relativeFrom="paragraph">
                        <wp:posOffset>1891665</wp:posOffset>
                      </wp:positionV>
                      <wp:extent cx="104140" cy="401955"/>
                      <wp:effectExtent l="10795" t="5080" r="8890" b="12065"/>
                      <wp:wrapNone/>
                      <wp:docPr id="133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140" cy="401955"/>
                              </a:xfrm>
                              <a:custGeom>
                                <a:avLst/>
                                <a:gdLst>
                                  <a:gd name="T0" fmla="*/ 35 w 164"/>
                                  <a:gd name="T1" fmla="*/ 149 h 633"/>
                                  <a:gd name="T2" fmla="*/ 93 w 164"/>
                                  <a:gd name="T3" fmla="*/ 196 h 633"/>
                                  <a:gd name="T4" fmla="*/ 162 w 164"/>
                                  <a:gd name="T5" fmla="*/ 414 h 633"/>
                                  <a:gd name="T6" fmla="*/ 150 w 164"/>
                                  <a:gd name="T7" fmla="*/ 610 h 633"/>
                                  <a:gd name="T8" fmla="*/ 116 w 164"/>
                                  <a:gd name="T9" fmla="*/ 622 h 633"/>
                                  <a:gd name="T10" fmla="*/ 93 w 164"/>
                                  <a:gd name="T11" fmla="*/ 495 h 633"/>
                                  <a:gd name="T12" fmla="*/ 35 w 164"/>
                                  <a:gd name="T13" fmla="*/ 288 h 633"/>
                                  <a:gd name="T14" fmla="*/ 23 w 164"/>
                                  <a:gd name="T15" fmla="*/ 69 h 633"/>
                                  <a:gd name="T16" fmla="*/ 0 w 164"/>
                                  <a:gd name="T17" fmla="*/ 0 h 6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64" h="633">
                                    <a:moveTo>
                                      <a:pt x="35" y="149"/>
                                    </a:moveTo>
                                    <a:cubicBezTo>
                                      <a:pt x="50" y="159"/>
                                      <a:pt x="84" y="177"/>
                                      <a:pt x="93" y="196"/>
                                    </a:cubicBezTo>
                                    <a:cubicBezTo>
                                      <a:pt x="126" y="262"/>
                                      <a:pt x="137" y="344"/>
                                      <a:pt x="162" y="414"/>
                                    </a:cubicBezTo>
                                    <a:cubicBezTo>
                                      <a:pt x="158" y="479"/>
                                      <a:pt x="164" y="546"/>
                                      <a:pt x="150" y="610"/>
                                    </a:cubicBezTo>
                                    <a:cubicBezTo>
                                      <a:pt x="147" y="622"/>
                                      <a:pt x="121" y="633"/>
                                      <a:pt x="116" y="622"/>
                                    </a:cubicBezTo>
                                    <a:cubicBezTo>
                                      <a:pt x="97" y="583"/>
                                      <a:pt x="104" y="537"/>
                                      <a:pt x="93" y="495"/>
                                    </a:cubicBezTo>
                                    <a:cubicBezTo>
                                      <a:pt x="75" y="426"/>
                                      <a:pt x="52" y="358"/>
                                      <a:pt x="35" y="288"/>
                                    </a:cubicBezTo>
                                    <a:cubicBezTo>
                                      <a:pt x="31" y="215"/>
                                      <a:pt x="30" y="142"/>
                                      <a:pt x="23" y="69"/>
                                    </a:cubicBezTo>
                                    <a:cubicBezTo>
                                      <a:pt x="21" y="45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42.55pt;margin-top:148.95pt;width:8.2pt;height:31.6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4,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" path="m35,149v15,10,49,28,58,47c126,262,137,344,162,414v-4,65,2,132,-12,196c147,622,121,633,116,622,97,583,104,537,93,495,75,426,52,358,35,288,31,215,30,142,23,69,21,45,,,,e" fillcolor="#0d0d0d [3069]" strokecolor="#0d0d0d [3069]">
                      <v:path arrowok="t" o:connecttype="custom" o:connectlocs="22225,94615;59055,124460;102870,262890;95250,387350;73660,394970;59055,314325;22225,182880;14605,43815;0,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3176270</wp:posOffset>
                      </wp:positionH>
                      <wp:positionV relativeFrom="paragraph">
                        <wp:posOffset>1759585</wp:posOffset>
                      </wp:positionV>
                      <wp:extent cx="73660" cy="475615"/>
                      <wp:effectExtent l="11430" t="6350" r="10160" b="13335"/>
                      <wp:wrapNone/>
                      <wp:docPr id="132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660" cy="475615"/>
                              </a:xfrm>
                              <a:custGeom>
                                <a:avLst/>
                                <a:gdLst>
                                  <a:gd name="T0" fmla="*/ 45 w 116"/>
                                  <a:gd name="T1" fmla="*/ 311 h 749"/>
                                  <a:gd name="T2" fmla="*/ 11 w 116"/>
                                  <a:gd name="T3" fmla="*/ 484 h 749"/>
                                  <a:gd name="T4" fmla="*/ 91 w 116"/>
                                  <a:gd name="T5" fmla="*/ 749 h 749"/>
                                  <a:gd name="T6" fmla="*/ 114 w 116"/>
                                  <a:gd name="T7" fmla="*/ 715 h 749"/>
                                  <a:gd name="T8" fmla="*/ 103 w 116"/>
                                  <a:gd name="T9" fmla="*/ 680 h 749"/>
                                  <a:gd name="T10" fmla="*/ 57 w 116"/>
                                  <a:gd name="T11" fmla="*/ 484 h 749"/>
                                  <a:gd name="T12" fmla="*/ 34 w 116"/>
                                  <a:gd name="T13" fmla="*/ 380 h 749"/>
                                  <a:gd name="T14" fmla="*/ 11 w 116"/>
                                  <a:gd name="T15" fmla="*/ 346 h 749"/>
                                  <a:gd name="T16" fmla="*/ 11 w 116"/>
                                  <a:gd name="T17" fmla="*/ 0 h 7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6" h="749">
                                    <a:moveTo>
                                      <a:pt x="45" y="311"/>
                                    </a:moveTo>
                                    <a:cubicBezTo>
                                      <a:pt x="20" y="462"/>
                                      <a:pt x="36" y="405"/>
                                      <a:pt x="11" y="484"/>
                                    </a:cubicBezTo>
                                    <a:cubicBezTo>
                                      <a:pt x="18" y="595"/>
                                      <a:pt x="0" y="687"/>
                                      <a:pt x="91" y="749"/>
                                    </a:cubicBezTo>
                                    <a:cubicBezTo>
                                      <a:pt x="99" y="738"/>
                                      <a:pt x="112" y="728"/>
                                      <a:pt x="114" y="715"/>
                                    </a:cubicBezTo>
                                    <a:cubicBezTo>
                                      <a:pt x="116" y="703"/>
                                      <a:pt x="105" y="692"/>
                                      <a:pt x="103" y="680"/>
                                    </a:cubicBezTo>
                                    <a:cubicBezTo>
                                      <a:pt x="89" y="582"/>
                                      <a:pt x="104" y="555"/>
                                      <a:pt x="57" y="484"/>
                                    </a:cubicBezTo>
                                    <a:cubicBezTo>
                                      <a:pt x="54" y="464"/>
                                      <a:pt x="46" y="405"/>
                                      <a:pt x="34" y="380"/>
                                    </a:cubicBezTo>
                                    <a:cubicBezTo>
                                      <a:pt x="28" y="368"/>
                                      <a:pt x="12" y="360"/>
                                      <a:pt x="11" y="346"/>
                                    </a:cubicBezTo>
                                    <a:cubicBezTo>
                                      <a:pt x="4" y="231"/>
                                      <a:pt x="11" y="115"/>
                                      <a:pt x="11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250.1pt;margin-top:138.55pt;width:5.8pt;height:37.4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" path="m45,311c20,462,36,405,11,484,18,595,,687,91,749v8,-11,21,-21,23,-34c116,703,105,692,103,680,89,582,104,555,57,484,54,464,46,405,34,380,28,368,12,360,11,346,4,231,11,115,11,e" fillcolor="#0d0d0d [3069]" strokecolor="#0d0d0d [3069]">
                      <v:path arrowok="t" o:connecttype="custom" o:connectlocs="28575,197485;6985,307340;57785,475615;72390,454025;65405,431800;36195,307340;21590,241300;6985,219710;6985,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3051175</wp:posOffset>
                      </wp:positionH>
                      <wp:positionV relativeFrom="paragraph">
                        <wp:posOffset>1635125</wp:posOffset>
                      </wp:positionV>
                      <wp:extent cx="69850" cy="299720"/>
                      <wp:effectExtent l="67310" t="5715" r="15240" b="8890"/>
                      <wp:wrapNone/>
                      <wp:docPr id="130" name="Freeform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850" cy="299720"/>
                              </a:xfrm>
                              <a:custGeom>
                                <a:avLst/>
                                <a:gdLst>
                                  <a:gd name="T0" fmla="*/ 0 w 110"/>
                                  <a:gd name="T1" fmla="*/ 0 h 472"/>
                                  <a:gd name="T2" fmla="*/ 81 w 110"/>
                                  <a:gd name="T3" fmla="*/ 150 h 472"/>
                                  <a:gd name="T4" fmla="*/ 105 w 110"/>
                                  <a:gd name="T5" fmla="*/ 380 h 472"/>
                                  <a:gd name="T6" fmla="*/ 93 w 110"/>
                                  <a:gd name="T7" fmla="*/ 461 h 472"/>
                                  <a:gd name="T8" fmla="*/ 59 w 110"/>
                                  <a:gd name="T9" fmla="*/ 438 h 472"/>
                                  <a:gd name="T10" fmla="*/ 47 w 110"/>
                                  <a:gd name="T11" fmla="*/ 323 h 472"/>
                                  <a:gd name="T12" fmla="*/ 0 w 110"/>
                                  <a:gd name="T13" fmla="*/ 0 h 4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10" h="472">
                                    <a:moveTo>
                                      <a:pt x="0" y="0"/>
                                    </a:moveTo>
                                    <a:cubicBezTo>
                                      <a:pt x="14" y="67"/>
                                      <a:pt x="31" y="102"/>
                                      <a:pt x="81" y="150"/>
                                    </a:cubicBezTo>
                                    <a:cubicBezTo>
                                      <a:pt x="70" y="270"/>
                                      <a:pt x="75" y="265"/>
                                      <a:pt x="105" y="380"/>
                                    </a:cubicBezTo>
                                    <a:cubicBezTo>
                                      <a:pt x="101" y="407"/>
                                      <a:pt x="110" y="440"/>
                                      <a:pt x="93" y="461"/>
                                    </a:cubicBezTo>
                                    <a:cubicBezTo>
                                      <a:pt x="84" y="472"/>
                                      <a:pt x="63" y="451"/>
                                      <a:pt x="59" y="438"/>
                                    </a:cubicBezTo>
                                    <a:cubicBezTo>
                                      <a:pt x="47" y="401"/>
                                      <a:pt x="51" y="361"/>
                                      <a:pt x="47" y="323"/>
                                    </a:cubicBezTo>
                                    <a:cubicBezTo>
                                      <a:pt x="58" y="136"/>
                                      <a:pt x="29" y="165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5" o:spid="_x0000_s1026" style="position:absolute;margin-left:240.25pt;margin-top:128.75pt;width:5.5pt;height:23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0,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" path="m,c14,67,31,102,81,150,70,270,75,265,105,380v-4,27,5,60,-12,81c84,472,63,451,59,438,47,401,51,361,47,323,58,136,29,165,,xe" fillcolor="#0d0d0d [3069]" strokecolor="#0d0d0d [3069]">
                      <v:path arrowok="t" o:connecttype="custom" o:connectlocs="0,0;51435,95250;66675,241300;59055,292735;37465,278130;29845,205105;0,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3101340</wp:posOffset>
                      </wp:positionH>
                      <wp:positionV relativeFrom="paragraph">
                        <wp:posOffset>1511300</wp:posOffset>
                      </wp:positionV>
                      <wp:extent cx="117475" cy="285115"/>
                      <wp:effectExtent l="12700" t="5715" r="12700" b="13970"/>
                      <wp:wrapNone/>
                      <wp:docPr id="129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7475" cy="285115"/>
                              </a:xfrm>
                              <a:custGeom>
                                <a:avLst/>
                                <a:gdLst>
                                  <a:gd name="T0" fmla="*/ 71 w 185"/>
                                  <a:gd name="T1" fmla="*/ 0 h 449"/>
                                  <a:gd name="T2" fmla="*/ 25 w 185"/>
                                  <a:gd name="T3" fmla="*/ 126 h 449"/>
                                  <a:gd name="T4" fmla="*/ 25 w 185"/>
                                  <a:gd name="T5" fmla="*/ 391 h 449"/>
                                  <a:gd name="T6" fmla="*/ 60 w 185"/>
                                  <a:gd name="T7" fmla="*/ 414 h 449"/>
                                  <a:gd name="T8" fmla="*/ 94 w 185"/>
                                  <a:gd name="T9" fmla="*/ 449 h 449"/>
                                  <a:gd name="T10" fmla="*/ 60 w 185"/>
                                  <a:gd name="T11" fmla="*/ 69 h 449"/>
                                  <a:gd name="T12" fmla="*/ 71 w 185"/>
                                  <a:gd name="T13" fmla="*/ 0 h 4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5" h="449">
                                    <a:moveTo>
                                      <a:pt x="71" y="0"/>
                                    </a:moveTo>
                                    <a:cubicBezTo>
                                      <a:pt x="61" y="53"/>
                                      <a:pt x="55" y="82"/>
                                      <a:pt x="25" y="126"/>
                                    </a:cubicBezTo>
                                    <a:cubicBezTo>
                                      <a:pt x="18" y="203"/>
                                      <a:pt x="0" y="313"/>
                                      <a:pt x="25" y="391"/>
                                    </a:cubicBezTo>
                                    <a:cubicBezTo>
                                      <a:pt x="29" y="404"/>
                                      <a:pt x="49" y="405"/>
                                      <a:pt x="60" y="414"/>
                                    </a:cubicBezTo>
                                    <a:cubicBezTo>
                                      <a:pt x="72" y="424"/>
                                      <a:pt x="83" y="437"/>
                                      <a:pt x="94" y="449"/>
                                    </a:cubicBezTo>
                                    <a:cubicBezTo>
                                      <a:pt x="185" y="310"/>
                                      <a:pt x="103" y="198"/>
                                      <a:pt x="60" y="69"/>
                                    </a:cubicBezTo>
                                    <a:cubicBezTo>
                                      <a:pt x="53" y="47"/>
                                      <a:pt x="67" y="23"/>
                                      <a:pt x="7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3" o:spid="_x0000_s1026" style="position:absolute;margin-left:244.2pt;margin-top:119pt;width:9.25pt;height:22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,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" path="m71,c61,53,55,82,25,126,18,203,,313,25,391v4,13,24,14,35,23c72,424,83,437,94,449,185,310,103,198,60,69,53,47,67,23,71,xe" fillcolor="#0d0d0d [3069]" strokecolor="#0d0d0d [3069]">
                      <v:path arrowok="t" o:connecttype="custom" o:connectlocs="45085,0;15875,80010;15875,248285;38100,262890;59690,285115;38100,43815;45085,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7F68CF3D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0" t="635" r="0" b="4445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B67C6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 w:rsidR="00083F2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1.8cm AP.</w:t>
                                  </w:r>
                                </w:p>
                                <w:p w:rsidR="00C003DC" w:rsidRPr="003B67C6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55pt;margin-top:17.3pt;width:154.7pt;height:1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" filled="f" stroked="f" strokeweight=".5pt">
                      <v:textbox inset="0,0,0,0">
                        <w:txbxContent>
                          <w:p w:rsidR="00C003DC" w:rsidRPr="003B67C6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="00083F2F">
                              <w:rPr>
                                <w:color w:val="000000"/>
                                <w:sz w:val="14"/>
                                <w:szCs w:val="14"/>
                              </w:rPr>
                              <w:t>1.8cm AP.</w:t>
                            </w:r>
                          </w:p>
                          <w:p w:rsidR="00C003DC" w:rsidRPr="003B67C6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F68CF3E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2658110"/>
                      <wp:effectExtent l="0" t="1270" r="1270" b="381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2658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B67C6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083F2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083F2F" w:rsidRPr="003B67C6" w:rsidRDefault="00083F2F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83F2F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083F2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83F2F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083F2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Tri-biphasic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83F2F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083F2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B6C26" w:rsidRPr="003B67C6" w:rsidRDefault="00FA7ABC" w:rsidP="007B6C2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7B6C2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Tri-biphasic at the origin narrowed vessel/near occlusion proximally, monophasic waveforms at the distal thigh 39cm/s. Multiple collaterals are observed throughout the thigh.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7B6C2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7B6C2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38cm/s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7B6C2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7B6C2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37cm/s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FA7ABC" w:rsidRPr="003B67C6" w:rsidRDefault="00FA7ABC" w:rsidP="007B6C2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7B6C2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29cm/s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B6C26" w:rsidRPr="003B67C6" w:rsidRDefault="00FA7ABC" w:rsidP="007B6C2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7B6C2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26cm/s.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7B6C2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7B6C2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Monophasic, 20cm/s.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09.3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" filled="f" stroked="f" strokeweight=".5pt">
                      <v:textbox style="mso-fit-shape-to-text:t" inset="0,0,0,0">
                        <w:txbxContent>
                          <w:p w:rsidR="00FA7ABC" w:rsidRPr="003B67C6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083F2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083F2F" w:rsidRPr="003B67C6" w:rsidRDefault="00083F2F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83F2F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083F2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83F2F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083F2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Tri-biphasic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83F2F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083F2F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B6C26" w:rsidRPr="003B67C6" w:rsidRDefault="00FA7ABC" w:rsidP="007B6C2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7B6C2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Tri-biphasic at the origin narrowed vessel/near occlusion proximally, monophasic waveforms at the distal thigh 39cm/s. Multiple collaterals are observed throughout the thigh.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7B6C2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7B6C26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38cm/s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7B6C2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7B6C26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37cm/s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FA7ABC" w:rsidRPr="003B67C6" w:rsidRDefault="00FA7ABC" w:rsidP="007B6C2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7B6C26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29cm/s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B6C26" w:rsidRPr="003B67C6" w:rsidRDefault="00FA7ABC" w:rsidP="007B6C2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7B6C26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26cm/s.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7B6C2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7B6C26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Monophasic, 20cm/s.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3E131B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5F46F7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F46F7">
              <w:rPr>
                <w:sz w:val="21"/>
                <w:szCs w:val="21"/>
              </w:rPr>
              <w:lastRenderedPageBreak/>
              <w:t>Report:</w:t>
            </w:r>
          </w:p>
          <w:p w:rsidR="009E0202" w:rsidRPr="001E5695" w:rsidRDefault="001E5695" w:rsidP="00DC01AB">
            <w:pPr>
              <w:pStyle w:val="CUSTOMColumnText"/>
              <w:rPr>
                <w:b/>
                <w:sz w:val="21"/>
                <w:szCs w:val="21"/>
                <w:u w:val="single"/>
              </w:rPr>
            </w:pPr>
            <w:r w:rsidRPr="001E5695">
              <w:rPr>
                <w:b/>
                <w:sz w:val="21"/>
                <w:szCs w:val="21"/>
                <w:u w:val="single"/>
              </w:rPr>
              <w:t>Abdomen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abdominal Aorta and CIA’s are of normal calibre with Triphasic waveforms noted in EIA’s bilaterally. 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Pr="001E5695" w:rsidRDefault="001E5695" w:rsidP="001E5695">
            <w:pPr>
              <w:pStyle w:val="CUSTOMColumnText"/>
              <w:rPr>
                <w:b/>
                <w:sz w:val="21"/>
                <w:szCs w:val="21"/>
                <w:u w:val="single"/>
              </w:rPr>
            </w:pPr>
            <w:r w:rsidRPr="001E5695">
              <w:rPr>
                <w:b/>
                <w:sz w:val="21"/>
                <w:szCs w:val="21"/>
                <w:u w:val="single"/>
              </w:rPr>
              <w:t>Right Lower extremity: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CFA and Profunda are patent with tri-biphasic waveforms noted. 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SFA is patent proximally however, ~6-7cm post origin the artery is observed to have a small channel of flow, most likely occluded.  Dampened monophasic waveforms are noted post narrowing, 12cm/s. A second segment of narrowing is observed in the mid-thigh SFA with monophasic waveforms, 29cm/s.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distal SFA was observed to have monophasic waveforms 39cm/s. 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popliteal is patent with monophasic waveforms, 38cm/s.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The TPT is patent with monophasic waveforms, 37cm/s.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PTA, and Peroneal are all patent throughout with monophasic waveforms, 26cm/s and 20cm/s respectively. 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The ATA is patent throughout with monophasic waveforms, 29cm/s. </w:t>
            </w:r>
          </w:p>
          <w:p w:rsid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  <w:p w:rsidR="001E5695" w:rsidRPr="001E5695" w:rsidRDefault="001E5695" w:rsidP="001E5695">
            <w:pPr>
              <w:pStyle w:val="CUSTOMColumnText"/>
              <w:rPr>
                <w:sz w:val="21"/>
                <w:szCs w:val="21"/>
              </w:rPr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5F46F7" w:rsidRDefault="009D4370" w:rsidP="009D4370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F46F7">
              <w:rPr>
                <w:sz w:val="21"/>
                <w:szCs w:val="21"/>
              </w:rPr>
              <w:t>Conclusion:</w:t>
            </w:r>
          </w:p>
          <w:p w:rsidR="009D4370" w:rsidRDefault="009D4370" w:rsidP="009D4370">
            <w:pPr>
              <w:pStyle w:val="CUSTOMColumnText"/>
            </w:pPr>
            <w:r w:rsidRPr="005F46F7">
              <w:rPr>
                <w:sz w:val="21"/>
                <w:szCs w:val="21"/>
              </w:rPr>
              <w:fldChar w:fldCharType="begin"/>
            </w:r>
            <w:r w:rsidRPr="005F46F7">
              <w:rPr>
                <w:sz w:val="21"/>
                <w:szCs w:val="21"/>
              </w:rPr>
              <w:instrText xml:space="preserve"> MACROBUTTON  NoMacro [Insert Here] </w:instrText>
            </w:r>
            <w:r w:rsidRPr="005F46F7">
              <w:rPr>
                <w:sz w:val="21"/>
                <w:szCs w:val="21"/>
              </w:rPr>
              <w:fldChar w:fldCharType="end"/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5F46F7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F2F" w:rsidRDefault="00083F2F" w:rsidP="005748E3">
      <w:pPr>
        <w:spacing w:after="0" w:line="240" w:lineRule="auto"/>
      </w:pPr>
      <w:r>
        <w:separator/>
      </w:r>
    </w:p>
  </w:endnote>
  <w:endnote w:type="continuationSeparator" w:id="0">
    <w:p w:rsidR="00083F2F" w:rsidRDefault="00083F2F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7B6C26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F68CF4D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2" name="Group 92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3" name="Group 93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4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96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7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9" name="Group 9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20" name="Group 100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21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0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1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2" name="Group 104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43" name="Group 105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44" name="Rectangle 1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5" name="Text Box 1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76E6" w:rsidRPr="00734451" w:rsidRDefault="005076E6" w:rsidP="005076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6" name="Group 108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7" name="AutoShap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8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76E6" w:rsidRPr="00734451" w:rsidRDefault="005076E6" w:rsidP="005076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30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">
              <v:group id="Group 92" o:spid="_x0000_s1031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3" o:spid="_x0000_s1032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4" o:spid="_x0000_s1033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5" o:spid="_x0000_s1034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96" o:spid="_x0000_s1035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7" o:spid="_x0000_s1036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8" o:spid="_x0000_s1037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99" o:spid="_x0000_s1038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0" o:spid="_x0000_s1039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1" o:spid="_x0000_s1040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2" o:spid="_x0000_s1041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3" o:spid="_x0000_s1042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4" o:spid="_x0000_s1043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5" o:spid="_x0000_s1044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06" o:spid="_x0000_s1045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07" o:spid="_x0000_s1046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5076E6" w:rsidRPr="00734451" w:rsidRDefault="005076E6" w:rsidP="005076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08" o:spid="_x0000_s1047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09" o:spid="_x0000_s1048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0" o:spid="_x0000_s1049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5076E6" w:rsidRPr="00734451" w:rsidRDefault="005076E6" w:rsidP="005076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F68CF4E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F2F" w:rsidRDefault="00083F2F" w:rsidP="005748E3">
      <w:pPr>
        <w:spacing w:after="0" w:line="240" w:lineRule="auto"/>
      </w:pPr>
      <w:r>
        <w:separator/>
      </w:r>
    </w:p>
  </w:footnote>
  <w:footnote w:type="continuationSeparator" w:id="0">
    <w:p w:rsidR="00083F2F" w:rsidRDefault="00083F2F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7B6C26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F68CF47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8kDV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kbyQNW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1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F68CF48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F68CF49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8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7B6C2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1" layoutInCell="0" allowOverlap="1" wp14:anchorId="67AC7E00">
          <wp:simplePos x="0" y="0"/>
          <wp:positionH relativeFrom="page">
            <wp:posOffset>2899410</wp:posOffset>
          </wp:positionH>
          <wp:positionV relativeFrom="page">
            <wp:posOffset>3350260</wp:posOffset>
          </wp:positionV>
          <wp:extent cx="1663065" cy="5583555"/>
          <wp:effectExtent l="0" t="0" r="0" b="0"/>
          <wp:wrapNone/>
          <wp:docPr id="131" name="Picture 131" descr="Righ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 descr="Righ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61" r="35503"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58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F68CF4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1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F68CF4C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3069]" strokecolor="none [16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F2F"/>
    <w:rsid w:val="00000CAF"/>
    <w:rsid w:val="00002C57"/>
    <w:rsid w:val="0002322E"/>
    <w:rsid w:val="00030ECC"/>
    <w:rsid w:val="00033B0B"/>
    <w:rsid w:val="00044A92"/>
    <w:rsid w:val="00047E48"/>
    <w:rsid w:val="0006170F"/>
    <w:rsid w:val="00066350"/>
    <w:rsid w:val="00075B57"/>
    <w:rsid w:val="00083F2F"/>
    <w:rsid w:val="00095E0A"/>
    <w:rsid w:val="000B1F8C"/>
    <w:rsid w:val="000C302A"/>
    <w:rsid w:val="000D03AD"/>
    <w:rsid w:val="000D0D64"/>
    <w:rsid w:val="000D12F2"/>
    <w:rsid w:val="000E220B"/>
    <w:rsid w:val="00104C0C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E5695"/>
    <w:rsid w:val="001F44A2"/>
    <w:rsid w:val="00210977"/>
    <w:rsid w:val="00226007"/>
    <w:rsid w:val="0023354F"/>
    <w:rsid w:val="002739C8"/>
    <w:rsid w:val="002867C0"/>
    <w:rsid w:val="002932DD"/>
    <w:rsid w:val="00293ED4"/>
    <w:rsid w:val="002A016B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B67C6"/>
    <w:rsid w:val="003C0B62"/>
    <w:rsid w:val="003E131B"/>
    <w:rsid w:val="003E1E07"/>
    <w:rsid w:val="003F7EB7"/>
    <w:rsid w:val="0040168D"/>
    <w:rsid w:val="004071DB"/>
    <w:rsid w:val="00411FD4"/>
    <w:rsid w:val="004353A0"/>
    <w:rsid w:val="004409AA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076E6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C37"/>
    <w:rsid w:val="00596D0F"/>
    <w:rsid w:val="005B2430"/>
    <w:rsid w:val="005C197D"/>
    <w:rsid w:val="005D4909"/>
    <w:rsid w:val="005E594C"/>
    <w:rsid w:val="005E5F50"/>
    <w:rsid w:val="005F46F7"/>
    <w:rsid w:val="00601B30"/>
    <w:rsid w:val="00615B7D"/>
    <w:rsid w:val="00624106"/>
    <w:rsid w:val="00632733"/>
    <w:rsid w:val="00644C5F"/>
    <w:rsid w:val="00656DF2"/>
    <w:rsid w:val="0067732A"/>
    <w:rsid w:val="006D3CE8"/>
    <w:rsid w:val="00701D82"/>
    <w:rsid w:val="007102C1"/>
    <w:rsid w:val="007112FB"/>
    <w:rsid w:val="00721A7D"/>
    <w:rsid w:val="00757B16"/>
    <w:rsid w:val="0078169E"/>
    <w:rsid w:val="007B6C26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77CD"/>
    <w:rsid w:val="0090284E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90B05"/>
    <w:rsid w:val="00A90F95"/>
    <w:rsid w:val="00AA2AD4"/>
    <w:rsid w:val="00AB09A7"/>
    <w:rsid w:val="00AB7058"/>
    <w:rsid w:val="00B03018"/>
    <w:rsid w:val="00B108A5"/>
    <w:rsid w:val="00B14AFB"/>
    <w:rsid w:val="00B35F22"/>
    <w:rsid w:val="00B415C1"/>
    <w:rsid w:val="00B41898"/>
    <w:rsid w:val="00B433C6"/>
    <w:rsid w:val="00B43DCC"/>
    <w:rsid w:val="00B44D5F"/>
    <w:rsid w:val="00B734E8"/>
    <w:rsid w:val="00B73F68"/>
    <w:rsid w:val="00B87660"/>
    <w:rsid w:val="00BA1BE3"/>
    <w:rsid w:val="00BB3059"/>
    <w:rsid w:val="00BC5836"/>
    <w:rsid w:val="00BE046B"/>
    <w:rsid w:val="00BF3A2C"/>
    <w:rsid w:val="00C003DC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B3119"/>
    <w:rsid w:val="00D065FF"/>
    <w:rsid w:val="00D35CC3"/>
    <w:rsid w:val="00D86277"/>
    <w:rsid w:val="00D94904"/>
    <w:rsid w:val="00D971A0"/>
    <w:rsid w:val="00DC01AB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6169F"/>
    <w:rsid w:val="00E711E6"/>
    <w:rsid w:val="00E73447"/>
    <w:rsid w:val="00E87051"/>
    <w:rsid w:val="00EA5C7C"/>
    <w:rsid w:val="00ED22A6"/>
    <w:rsid w:val="00ED45C7"/>
    <w:rsid w:val="00F028B5"/>
    <w:rsid w:val="00F02F77"/>
    <w:rsid w:val="00F071E8"/>
    <w:rsid w:val="00F118E7"/>
    <w:rsid w:val="00F16C76"/>
    <w:rsid w:val="00F3457B"/>
    <w:rsid w:val="00F3756B"/>
    <w:rsid w:val="00F959B6"/>
    <w:rsid w:val="00F97841"/>
    <w:rsid w:val="00FA7ABC"/>
    <w:rsid w:val="00FB6537"/>
    <w:rsid w:val="00FD5490"/>
    <w:rsid w:val="00FE1407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3069]" strokecolor="none [16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y%20Reports\Arterial%20-%20Right%20Leg\Right%20Lower%20Limb%20-%20Arterial%20Dupl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Right Lower Limb - Arterial Duplex</Template>
  <TotalTime>29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Daniel.Sims</dc:creator>
  <cp:lastModifiedBy>Daniel Sims</cp:lastModifiedBy>
  <cp:revision>2</cp:revision>
  <cp:lastPrinted>2019-01-18T11:11:00Z</cp:lastPrinted>
  <dcterms:created xsi:type="dcterms:W3CDTF">2019-08-08T12:14:00Z</dcterms:created>
  <dcterms:modified xsi:type="dcterms:W3CDTF">2019-10-15T09:46:00Z</dcterms:modified>
</cp:coreProperties>
</file>